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4462512-637F-40C3-BD13-BB9138DD516C}"/>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